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82AC2" w14:textId="767B750F" w:rsidR="00595483" w:rsidRDefault="00AA361C" w:rsidP="00522AAD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4D9FDD0" wp14:editId="0D3EAFB0">
                <wp:simplePos x="0" y="0"/>
                <wp:positionH relativeFrom="column">
                  <wp:posOffset>854710</wp:posOffset>
                </wp:positionH>
                <wp:positionV relativeFrom="paragraph">
                  <wp:posOffset>4208438</wp:posOffset>
                </wp:positionV>
                <wp:extent cx="1009650" cy="301625"/>
                <wp:effectExtent l="0" t="0" r="20320" b="222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EC6268F" w14:textId="77777777" w:rsidR="009971EA" w:rsidRDefault="009971EA" w:rsidP="009971EA">
                            <w:r>
                              <w:t>Isotope model</w:t>
                            </w:r>
                          </w:p>
                          <w:p w14:paraId="12C2381C" w14:textId="77777777" w:rsidR="009971EA" w:rsidRDefault="009971EA" w:rsidP="009971EA"/>
                          <w:p w14:paraId="3FEF3CE6" w14:textId="77777777" w:rsidR="009971EA" w:rsidRDefault="009971EA" w:rsidP="009971E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D9FDD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.3pt;margin-top:331.35pt;width:79.5pt;height:23.7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" fillcolor="window" strokeweight=".5pt">
                <v:textbox>
                  <w:txbxContent>
                    <w:p w14:paraId="7EC6268F" w14:textId="77777777" w:rsidR="009971EA" w:rsidRDefault="009971EA" w:rsidP="009971EA">
                      <w:r>
                        <w:t>Isotope model</w:t>
                      </w:r>
                    </w:p>
                    <w:p w14:paraId="12C2381C" w14:textId="77777777" w:rsidR="009971EA" w:rsidRDefault="009971EA" w:rsidP="009971EA"/>
                    <w:p w14:paraId="3FEF3CE6" w14:textId="77777777" w:rsidR="009971EA" w:rsidRDefault="009971EA" w:rsidP="009971EA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C1A5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F9B27DC" wp14:editId="7946A500">
                <wp:simplePos x="0" y="0"/>
                <wp:positionH relativeFrom="column">
                  <wp:posOffset>4690403</wp:posOffset>
                </wp:positionH>
                <wp:positionV relativeFrom="paragraph">
                  <wp:posOffset>1022985</wp:posOffset>
                </wp:positionV>
                <wp:extent cx="1009650" cy="301625"/>
                <wp:effectExtent l="0" t="0" r="13970" b="222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7C66CF47" w14:textId="1F7FD0B9" w:rsidR="000D1650" w:rsidRDefault="000D1650" w:rsidP="000D1650">
                            <w:r>
                              <w:t>PS0</w:t>
                            </w:r>
                            <w:r w:rsidR="00E772B0">
                              <w:t>8</w:t>
                            </w:r>
                            <w:r w:rsidR="00E51D9F">
                              <w:t>8</w:t>
                            </w:r>
                          </w:p>
                          <w:p w14:paraId="0F2AD2F4" w14:textId="77777777" w:rsidR="000D1650" w:rsidRDefault="000D1650" w:rsidP="000D165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27DC" id="Text Box 7" o:spid="_x0000_s1027" type="#_x0000_t202" style="position:absolute;margin-left:369.3pt;margin-top:80.55pt;width:79.5pt;height:23.7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" fillcolor="window" strokeweight=".5pt">
                <v:textbox>
                  <w:txbxContent>
                    <w:p w14:paraId="7C66CF47" w14:textId="1F7FD0B9" w:rsidR="000D1650" w:rsidRDefault="000D1650" w:rsidP="000D1650">
                      <w:r>
                        <w:t>PS0</w:t>
                      </w:r>
                      <w:r w:rsidR="00E772B0">
                        <w:t>8</w:t>
                      </w:r>
                      <w:r w:rsidR="00E51D9F">
                        <w:t>8</w:t>
                      </w:r>
                    </w:p>
                    <w:p w14:paraId="0F2AD2F4" w14:textId="77777777" w:rsidR="000D1650" w:rsidRDefault="000D1650" w:rsidP="000D1650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44399" w:rsidRPr="00544399">
        <w:t xml:space="preserve">  </w:t>
      </w:r>
      <w:r w:rsidRPr="00AA361C">
        <w:rPr>
          <w:noProof/>
        </w:rPr>
        <w:drawing>
          <wp:inline distT="0" distB="0" distL="0" distR="0" wp14:anchorId="4B434A60" wp14:editId="4A47AE48">
            <wp:extent cx="7235825" cy="628205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5825" cy="628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645F1B" w14:textId="145044D8" w:rsidR="009971EA" w:rsidRDefault="009971EA" w:rsidP="00522AAD">
      <w:r>
        <w:lastRenderedPageBreak/>
        <w:t>Expected ion not found.</w:t>
      </w:r>
    </w:p>
    <w:sectPr w:rsidR="009971EA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0EF"/>
    <w:rsid w:val="00044EB7"/>
    <w:rsid w:val="00096526"/>
    <w:rsid w:val="000D1650"/>
    <w:rsid w:val="001331D0"/>
    <w:rsid w:val="001F0CAA"/>
    <w:rsid w:val="00401EBA"/>
    <w:rsid w:val="004C2A0A"/>
    <w:rsid w:val="00522AAD"/>
    <w:rsid w:val="00544399"/>
    <w:rsid w:val="00595483"/>
    <w:rsid w:val="005E3609"/>
    <w:rsid w:val="006850EF"/>
    <w:rsid w:val="006E439C"/>
    <w:rsid w:val="00751BFD"/>
    <w:rsid w:val="008E1BD6"/>
    <w:rsid w:val="00987A2D"/>
    <w:rsid w:val="009971EA"/>
    <w:rsid w:val="00AA361C"/>
    <w:rsid w:val="00AC28AC"/>
    <w:rsid w:val="00AD72BC"/>
    <w:rsid w:val="00B22530"/>
    <w:rsid w:val="00BC1A54"/>
    <w:rsid w:val="00E51D9F"/>
    <w:rsid w:val="00E751C4"/>
    <w:rsid w:val="00E7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79C99"/>
  <w15:docId w15:val="{2164F9F7-C134-4554-9B92-ACFBC425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Puchnarewicz, Malgorzata</cp:lastModifiedBy>
  <cp:revision>2</cp:revision>
  <dcterms:created xsi:type="dcterms:W3CDTF">2022-10-20T12:09:00Z</dcterms:created>
  <dcterms:modified xsi:type="dcterms:W3CDTF">2022-10-20T12:09:00Z</dcterms:modified>
</cp:coreProperties>
</file>